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12D7" w14:textId="78B73150" w:rsidR="00741ADB" w:rsidRPr="00741ADB" w:rsidRDefault="005D4EBA" w:rsidP="00741ADB">
      <w:pPr>
        <w:rPr>
          <w:rFonts w:ascii="Arial" w:hAnsi="Arial" w:cs="Arial"/>
          <w:sz w:val="22"/>
          <w:szCs w:val="22"/>
        </w:rPr>
      </w:pPr>
      <w:r w:rsidRPr="00723D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E7078" wp14:editId="60D3841B">
                <wp:simplePos x="0" y="0"/>
                <wp:positionH relativeFrom="column">
                  <wp:posOffset>4259875</wp:posOffset>
                </wp:positionH>
                <wp:positionV relativeFrom="paragraph">
                  <wp:posOffset>-24130</wp:posOffset>
                </wp:positionV>
                <wp:extent cx="1940521" cy="793898"/>
                <wp:effectExtent l="0" t="0" r="3175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521" cy="793898"/>
                        </a:xfrm>
                        <a:prstGeom prst="rect">
                          <a:avLst/>
                        </a:prstGeom>
                        <a:solidFill>
                          <a:srgbClr val="FF6C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10A786" w14:textId="2B4521C7" w:rsidR="005D4EBA" w:rsidRPr="00723D97" w:rsidRDefault="005D4EBA" w:rsidP="005D4EB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23D97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Please edit the letterhead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details (above) with your contact n</w:t>
                            </w:r>
                            <w:r w:rsidRPr="00723D97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umber.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If not needed, pls remove.</w:t>
                            </w:r>
                          </w:p>
                          <w:p w14:paraId="78F7A461" w14:textId="77777777" w:rsidR="005D4EBA" w:rsidRPr="00B96D02" w:rsidRDefault="005D4EBA" w:rsidP="005D4EBA">
                            <w:pPr>
                              <w:rPr>
                                <w:rFonts w:ascii="Beausite Classic Clear" w:hAnsi="Beausite Classic Clea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E707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35.4pt;margin-top:-1.9pt;width:152.8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" fillcolor="#ff6c60" stroked="f" strokeweight=".5pt">
                <v:textbox>
                  <w:txbxContent>
                    <w:p w14:paraId="6B10A786" w14:textId="2B4521C7" w:rsidR="005D4EBA" w:rsidRPr="00723D97" w:rsidRDefault="005D4EBA" w:rsidP="005D4EBA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23D97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Please edit the letterhead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details (above) with your contact n</w:t>
                      </w:r>
                      <w:r w:rsidRPr="00723D97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umber.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If not needed, pls remove.</w:t>
                      </w:r>
                    </w:p>
                    <w:p w14:paraId="78F7A461" w14:textId="77777777" w:rsidR="005D4EBA" w:rsidRPr="00B96D02" w:rsidRDefault="005D4EBA" w:rsidP="005D4EBA">
                      <w:pPr>
                        <w:rPr>
                          <w:rFonts w:ascii="Beausite Classic Clear" w:hAnsi="Beausite Classic Clear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</w:t>
      </w:r>
      <w:r w:rsidR="00741ADB">
        <w:rPr>
          <w:rFonts w:ascii="Arial" w:hAnsi="Arial" w:cs="Arial"/>
          <w:sz w:val="22"/>
          <w:szCs w:val="22"/>
        </w:rPr>
        <w:t>[DD MMMM YYYY]</w:t>
      </w:r>
      <w:r w:rsidR="00741ADB" w:rsidRPr="00741ADB">
        <w:rPr>
          <w:rFonts w:ascii="Arial" w:hAnsi="Arial" w:cs="Arial"/>
          <w:sz w:val="22"/>
          <w:szCs w:val="22"/>
        </w:rPr>
        <w:tab/>
      </w:r>
    </w:p>
    <w:p w14:paraId="37038A0A" w14:textId="451CB0CB" w:rsidR="00741ADB" w:rsidRPr="00741ADB" w:rsidRDefault="00741ADB" w:rsidP="00741ADB">
      <w:pPr>
        <w:rPr>
          <w:rFonts w:ascii="Arial" w:hAnsi="Arial" w:cs="Arial"/>
          <w:sz w:val="22"/>
          <w:szCs w:val="22"/>
        </w:rPr>
      </w:pPr>
    </w:p>
    <w:p w14:paraId="1DD3637F" w14:textId="360EE4E9" w:rsidR="00741ADB" w:rsidRDefault="00741ADB" w:rsidP="00741ADB">
      <w:pPr>
        <w:rPr>
          <w:rFonts w:ascii="Arial" w:hAnsi="Arial" w:cs="Arial"/>
          <w:sz w:val="22"/>
          <w:szCs w:val="22"/>
        </w:rPr>
      </w:pPr>
    </w:p>
    <w:p w14:paraId="519CCC03" w14:textId="2CED1B30" w:rsidR="00741ADB" w:rsidRPr="00314F4A" w:rsidRDefault="00741ADB" w:rsidP="00314F4A">
      <w:pPr>
        <w:rPr>
          <w:rFonts w:ascii="Arial" w:hAnsi="Arial" w:cs="Arial"/>
          <w:sz w:val="18"/>
          <w:szCs w:val="18"/>
        </w:rPr>
      </w:pPr>
      <w:r w:rsidRPr="00314F4A">
        <w:rPr>
          <w:rFonts w:ascii="Arial" w:hAnsi="Arial" w:cs="Arial"/>
          <w:sz w:val="18"/>
          <w:szCs w:val="18"/>
        </w:rPr>
        <w:t>Our reference</w:t>
      </w:r>
      <w:r w:rsidR="00314F4A" w:rsidRPr="00314F4A">
        <w:rPr>
          <w:rFonts w:ascii="Arial" w:hAnsi="Arial" w:cs="Arial"/>
          <w:sz w:val="18"/>
          <w:szCs w:val="18"/>
        </w:rPr>
        <w:t xml:space="preserve">: </w:t>
      </w:r>
      <w:r w:rsidRPr="00314F4A">
        <w:rPr>
          <w:rFonts w:ascii="Arial" w:hAnsi="Arial" w:cs="Arial"/>
          <w:sz w:val="18"/>
          <w:szCs w:val="18"/>
        </w:rPr>
        <w:t>[Enter our reference number]</w:t>
      </w:r>
    </w:p>
    <w:p w14:paraId="074B76DF" w14:textId="77777777" w:rsidR="00741ADB" w:rsidRPr="00314F4A" w:rsidRDefault="00741ADB" w:rsidP="00741ADB">
      <w:pPr>
        <w:rPr>
          <w:rFonts w:ascii="Arial" w:hAnsi="Arial" w:cs="Arial"/>
          <w:sz w:val="18"/>
          <w:szCs w:val="18"/>
        </w:rPr>
      </w:pPr>
    </w:p>
    <w:p w14:paraId="751BEC13" w14:textId="3B1C8996" w:rsidR="00457E15" w:rsidRPr="00314F4A" w:rsidRDefault="00741ADB" w:rsidP="00741ADB">
      <w:pPr>
        <w:rPr>
          <w:rFonts w:ascii="Arial" w:hAnsi="Arial" w:cs="Arial"/>
          <w:sz w:val="18"/>
          <w:szCs w:val="18"/>
        </w:rPr>
      </w:pPr>
      <w:r w:rsidRPr="00314F4A">
        <w:rPr>
          <w:rFonts w:ascii="Arial" w:hAnsi="Arial" w:cs="Arial"/>
          <w:sz w:val="18"/>
          <w:szCs w:val="18"/>
        </w:rPr>
        <w:t>Your reference</w:t>
      </w:r>
      <w:r w:rsidR="00314F4A" w:rsidRPr="00314F4A">
        <w:rPr>
          <w:rFonts w:ascii="Arial" w:hAnsi="Arial" w:cs="Arial"/>
          <w:sz w:val="18"/>
          <w:szCs w:val="18"/>
        </w:rPr>
        <w:t xml:space="preserve">: </w:t>
      </w:r>
      <w:r w:rsidRPr="00314F4A">
        <w:rPr>
          <w:rFonts w:ascii="Arial" w:hAnsi="Arial" w:cs="Arial"/>
          <w:sz w:val="18"/>
          <w:szCs w:val="18"/>
        </w:rPr>
        <w:t>Enter recipient’s reference number]</w:t>
      </w:r>
    </w:p>
    <w:p w14:paraId="4B3C9567" w14:textId="77777777" w:rsidR="00741ADB" w:rsidRDefault="00741ADB" w:rsidP="00741ADB">
      <w:pPr>
        <w:rPr>
          <w:rFonts w:ascii="Arial" w:hAnsi="Arial" w:cs="Arial"/>
          <w:sz w:val="22"/>
          <w:szCs w:val="22"/>
        </w:rPr>
      </w:pPr>
    </w:p>
    <w:p w14:paraId="6E3C7E09" w14:textId="77777777" w:rsidR="00741ADB" w:rsidRPr="000C6E3E" w:rsidRDefault="00741ADB" w:rsidP="00741ADB">
      <w:pPr>
        <w:rPr>
          <w:rFonts w:ascii="Arial" w:hAnsi="Arial" w:cs="Arial"/>
          <w:sz w:val="22"/>
          <w:szCs w:val="22"/>
        </w:rPr>
      </w:pPr>
    </w:p>
    <w:p w14:paraId="21BC1582" w14:textId="77777777" w:rsidR="000440D3" w:rsidRPr="000C6E3E" w:rsidRDefault="000440D3" w:rsidP="00457E15">
      <w:pPr>
        <w:rPr>
          <w:rFonts w:ascii="Arial" w:hAnsi="Arial" w:cs="Arial"/>
          <w:sz w:val="22"/>
          <w:szCs w:val="22"/>
        </w:rPr>
      </w:pPr>
    </w:p>
    <w:p w14:paraId="417B31FC" w14:textId="2E397866" w:rsidR="005064B1" w:rsidRDefault="005064B1" w:rsidP="005064B1">
      <w:pPr>
        <w:spacing w:line="276" w:lineRule="auto"/>
        <w:rPr>
          <w:rFonts w:ascii="Arial" w:hAnsi="Arial" w:cs="Arial"/>
          <w:b/>
          <w:bCs/>
          <w:color w:val="760F2A"/>
          <w:sz w:val="20"/>
          <w:szCs w:val="20"/>
        </w:rPr>
      </w:pPr>
      <w:r w:rsidRPr="00741ADB">
        <w:rPr>
          <w:rFonts w:ascii="Arial" w:hAnsi="Arial" w:cs="Arial"/>
          <w:b/>
          <w:bCs/>
          <w:color w:val="760F2A"/>
          <w:sz w:val="20"/>
          <w:szCs w:val="20"/>
        </w:rPr>
        <w:t>&lt;Enter subject&gt;</w:t>
      </w:r>
    </w:p>
    <w:p w14:paraId="6DCCB173" w14:textId="77777777" w:rsidR="005064B1" w:rsidRPr="00741ADB" w:rsidRDefault="005064B1" w:rsidP="005064B1">
      <w:pPr>
        <w:spacing w:line="276" w:lineRule="auto"/>
        <w:rPr>
          <w:rFonts w:ascii="Arial" w:hAnsi="Arial" w:cs="Arial"/>
          <w:b/>
          <w:bCs/>
          <w:color w:val="760F2A"/>
          <w:sz w:val="20"/>
          <w:szCs w:val="20"/>
        </w:rPr>
      </w:pPr>
    </w:p>
    <w:p w14:paraId="4791E7FB" w14:textId="77777777" w:rsidR="00457E15" w:rsidRPr="000C6E3E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Dear [Name],</w:t>
      </w:r>
    </w:p>
    <w:p w14:paraId="437D5429" w14:textId="77777777" w:rsidR="00457E15" w:rsidRPr="000C6E3E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4D00E034" w14:textId="77777777" w:rsidR="00741ADB" w:rsidRDefault="00741ADB" w:rsidP="000C6E3E">
      <w:pPr>
        <w:rPr>
          <w:rStyle w:val="ListParagraphChar"/>
          <w:rFonts w:cs="Arial"/>
          <w:szCs w:val="20"/>
        </w:rPr>
      </w:pPr>
      <w:r>
        <w:rPr>
          <w:rStyle w:val="ListParagraphChar"/>
          <w:rFonts w:cs="Arial"/>
          <w:szCs w:val="20"/>
        </w:rPr>
        <w:t xml:space="preserve">I refer to your letter sent on &lt;DD MMMM YYYY&gt;. This is to inform you that …. </w:t>
      </w:r>
    </w:p>
    <w:p w14:paraId="35A61C68" w14:textId="77777777" w:rsidR="00741ADB" w:rsidRDefault="00741ADB" w:rsidP="000C6E3E">
      <w:pPr>
        <w:rPr>
          <w:rStyle w:val="ListParagraphChar"/>
          <w:rFonts w:cs="Arial"/>
          <w:szCs w:val="20"/>
        </w:rPr>
      </w:pPr>
    </w:p>
    <w:p w14:paraId="409CA2BD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  <w:r w:rsidRPr="000C6E3E">
        <w:rPr>
          <w:rStyle w:val="ListParagraphChar"/>
          <w:rFonts w:cs="Arial"/>
          <w:szCs w:val="20"/>
        </w:rPr>
        <w:t xml:space="preserve">Lorem ipsum </w:t>
      </w:r>
      <w:proofErr w:type="spellStart"/>
      <w:r w:rsidRPr="000C6E3E">
        <w:rPr>
          <w:rStyle w:val="ListParagraphChar"/>
          <w:rFonts w:cs="Arial"/>
          <w:szCs w:val="20"/>
        </w:rPr>
        <w:t>dolor</w:t>
      </w:r>
      <w:proofErr w:type="spellEnd"/>
      <w:r w:rsidRPr="000C6E3E">
        <w:rPr>
          <w:rStyle w:val="ListParagraphChar"/>
          <w:rFonts w:cs="Arial"/>
          <w:szCs w:val="20"/>
        </w:rPr>
        <w:t xml:space="preserve"> sit </w:t>
      </w:r>
      <w:proofErr w:type="spellStart"/>
      <w:r w:rsidRPr="000C6E3E">
        <w:rPr>
          <w:rStyle w:val="ListParagraphChar"/>
          <w:rFonts w:cs="Arial"/>
          <w:szCs w:val="20"/>
        </w:rPr>
        <w:t>amet</w:t>
      </w:r>
      <w:proofErr w:type="spellEnd"/>
      <w:r w:rsidRPr="000C6E3E">
        <w:rPr>
          <w:rStyle w:val="ListParagraphChar"/>
          <w:rFonts w:cs="Arial"/>
          <w:szCs w:val="20"/>
        </w:rPr>
        <w:t xml:space="preserve">, </w:t>
      </w:r>
      <w:proofErr w:type="spellStart"/>
      <w:r w:rsidRPr="000C6E3E">
        <w:rPr>
          <w:rStyle w:val="ListParagraphChar"/>
          <w:rFonts w:cs="Arial"/>
          <w:szCs w:val="20"/>
        </w:rPr>
        <w:t>consectetur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adipiscing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elit</w:t>
      </w:r>
      <w:proofErr w:type="spellEnd"/>
      <w:r w:rsidRPr="000C6E3E">
        <w:rPr>
          <w:rStyle w:val="ListParagraphChar"/>
          <w:rFonts w:cs="Arial"/>
          <w:szCs w:val="20"/>
        </w:rPr>
        <w:t xml:space="preserve">. </w:t>
      </w:r>
      <w:proofErr w:type="spellStart"/>
      <w:r w:rsidRPr="000C6E3E">
        <w:rPr>
          <w:rStyle w:val="ListParagraphChar"/>
          <w:rFonts w:cs="Arial"/>
          <w:szCs w:val="20"/>
        </w:rPr>
        <w:t>Vivamus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suscipit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neque</w:t>
      </w:r>
      <w:proofErr w:type="spellEnd"/>
      <w:r w:rsidRPr="000C6E3E">
        <w:rPr>
          <w:rStyle w:val="ListParagraphChar"/>
          <w:rFonts w:cs="Arial"/>
          <w:szCs w:val="20"/>
        </w:rPr>
        <w:t xml:space="preserve"> non </w:t>
      </w:r>
      <w:proofErr w:type="spellStart"/>
      <w:r w:rsidRPr="000C6E3E">
        <w:rPr>
          <w:rStyle w:val="ListParagraphChar"/>
          <w:rFonts w:cs="Arial"/>
          <w:szCs w:val="20"/>
        </w:rPr>
        <w:t>diam</w:t>
      </w:r>
      <w:proofErr w:type="spellEnd"/>
      <w:r w:rsidRPr="000C6E3E">
        <w:rPr>
          <w:rStyle w:val="ListParagraphChar"/>
          <w:rFonts w:cs="Arial"/>
          <w:szCs w:val="20"/>
        </w:rPr>
        <w:t xml:space="preserve"> lacinia </w:t>
      </w:r>
      <w:proofErr w:type="spellStart"/>
      <w:r w:rsidRPr="000C6E3E">
        <w:rPr>
          <w:rStyle w:val="ListParagraphChar"/>
          <w:rFonts w:cs="Arial"/>
          <w:szCs w:val="20"/>
        </w:rPr>
        <w:t>aliquet</w:t>
      </w:r>
      <w:proofErr w:type="spellEnd"/>
      <w:r w:rsidRPr="000C6E3E">
        <w:rPr>
          <w:rStyle w:val="ListParagraphChar"/>
          <w:rFonts w:cs="Arial"/>
          <w:szCs w:val="20"/>
        </w:rPr>
        <w:t>.</w:t>
      </w:r>
      <w:r w:rsidRPr="000C6E3E">
        <w:rPr>
          <w:rFonts w:ascii="Arial" w:hAnsi="Arial" w:cs="Arial"/>
          <w:sz w:val="20"/>
          <w:szCs w:val="20"/>
        </w:rPr>
        <w:t xml:space="preserve"> Integer auctor </w:t>
      </w:r>
      <w:proofErr w:type="spellStart"/>
      <w:r w:rsidRPr="000C6E3E">
        <w:rPr>
          <w:rFonts w:ascii="Arial" w:hAnsi="Arial" w:cs="Arial"/>
          <w:sz w:val="20"/>
          <w:szCs w:val="20"/>
        </w:rPr>
        <w:t>arcu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0C6E3E">
        <w:rPr>
          <w:rFonts w:ascii="Arial" w:hAnsi="Arial" w:cs="Arial"/>
          <w:sz w:val="20"/>
          <w:szCs w:val="20"/>
        </w:rPr>
        <w:t>tortor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cursus, vitae </w:t>
      </w:r>
      <w:proofErr w:type="spellStart"/>
      <w:r w:rsidRPr="000C6E3E">
        <w:rPr>
          <w:rFonts w:ascii="Arial" w:hAnsi="Arial" w:cs="Arial"/>
          <w:sz w:val="20"/>
          <w:szCs w:val="20"/>
        </w:rPr>
        <w:t>aliquam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sem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suscipit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C6E3E">
        <w:rPr>
          <w:rFonts w:ascii="Arial" w:hAnsi="Arial" w:cs="Arial"/>
          <w:sz w:val="20"/>
          <w:szCs w:val="20"/>
        </w:rPr>
        <w:t>Pellentesque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tempus </w:t>
      </w:r>
      <w:proofErr w:type="spellStart"/>
      <w:r w:rsidRPr="000C6E3E">
        <w:rPr>
          <w:rFonts w:ascii="Arial" w:hAnsi="Arial" w:cs="Arial"/>
          <w:sz w:val="20"/>
          <w:szCs w:val="20"/>
        </w:rPr>
        <w:t>erat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sit </w:t>
      </w:r>
      <w:proofErr w:type="spellStart"/>
      <w:r w:rsidRPr="000C6E3E">
        <w:rPr>
          <w:rFonts w:ascii="Arial" w:hAnsi="Arial" w:cs="Arial"/>
          <w:sz w:val="20"/>
          <w:szCs w:val="20"/>
        </w:rPr>
        <w:t>amet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sapien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convallis </w:t>
      </w:r>
      <w:proofErr w:type="spellStart"/>
      <w:r w:rsidRPr="000C6E3E">
        <w:rPr>
          <w:rFonts w:ascii="Arial" w:hAnsi="Arial" w:cs="Arial"/>
          <w:sz w:val="20"/>
          <w:szCs w:val="20"/>
        </w:rPr>
        <w:t>blandit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C6E3E">
        <w:rPr>
          <w:rFonts w:ascii="Arial" w:hAnsi="Arial" w:cs="Arial"/>
          <w:sz w:val="20"/>
          <w:szCs w:val="20"/>
        </w:rPr>
        <w:t>Mauris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accumsan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condimentum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auctor </w:t>
      </w:r>
      <w:proofErr w:type="spellStart"/>
      <w:r w:rsidRPr="000C6E3E">
        <w:rPr>
          <w:rFonts w:ascii="Arial" w:hAnsi="Arial" w:cs="Arial"/>
          <w:sz w:val="20"/>
          <w:szCs w:val="20"/>
        </w:rPr>
        <w:t>nunc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sit </w:t>
      </w:r>
      <w:proofErr w:type="spellStart"/>
      <w:r w:rsidRPr="000C6E3E">
        <w:rPr>
          <w:rFonts w:ascii="Arial" w:hAnsi="Arial" w:cs="Arial"/>
          <w:sz w:val="20"/>
          <w:szCs w:val="20"/>
        </w:rPr>
        <w:t>amet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malesuada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nisi </w:t>
      </w:r>
      <w:proofErr w:type="spellStart"/>
      <w:r w:rsidRPr="000C6E3E">
        <w:rPr>
          <w:rFonts w:ascii="Arial" w:hAnsi="Arial" w:cs="Arial"/>
          <w:sz w:val="20"/>
          <w:szCs w:val="20"/>
        </w:rPr>
        <w:t>dapibus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nec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</w:p>
    <w:p w14:paraId="541C0826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</w:p>
    <w:p w14:paraId="52716B53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  <w:r w:rsidRPr="000C6E3E">
        <w:rPr>
          <w:rStyle w:val="Strong"/>
          <w:rFonts w:cs="Arial"/>
          <w:sz w:val="20"/>
          <w:szCs w:val="20"/>
        </w:rPr>
        <w:t>This text is in bold.</w:t>
      </w:r>
      <w:r w:rsidRPr="000C6E3E">
        <w:rPr>
          <w:rFonts w:ascii="Arial" w:hAnsi="Arial" w:cs="Arial"/>
          <w:sz w:val="20"/>
          <w:szCs w:val="20"/>
        </w:rPr>
        <w:t xml:space="preserve"> </w:t>
      </w:r>
    </w:p>
    <w:p w14:paraId="642F40F7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  <w:proofErr w:type="spellStart"/>
      <w:r w:rsidRPr="000C6E3E">
        <w:rPr>
          <w:rFonts w:ascii="Arial" w:hAnsi="Arial" w:cs="Arial"/>
          <w:sz w:val="20"/>
          <w:szCs w:val="20"/>
        </w:rPr>
        <w:t>Phasellus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imperdiet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dolor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eu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nunc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rutrum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ac </w:t>
      </w:r>
      <w:proofErr w:type="spellStart"/>
      <w:r w:rsidRPr="000C6E3E">
        <w:rPr>
          <w:rFonts w:ascii="Arial" w:hAnsi="Arial" w:cs="Arial"/>
          <w:sz w:val="20"/>
          <w:szCs w:val="20"/>
        </w:rPr>
        <w:t>suscipit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dui </w:t>
      </w:r>
      <w:proofErr w:type="spellStart"/>
      <w:r w:rsidRPr="000C6E3E">
        <w:rPr>
          <w:rFonts w:ascii="Arial" w:hAnsi="Arial" w:cs="Arial"/>
          <w:sz w:val="20"/>
          <w:szCs w:val="20"/>
        </w:rPr>
        <w:t>facilisis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C6E3E">
        <w:rPr>
          <w:rFonts w:ascii="Arial" w:hAnsi="Arial" w:cs="Arial"/>
          <w:sz w:val="20"/>
          <w:szCs w:val="20"/>
        </w:rPr>
        <w:t>Phasellus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pulvinar </w:t>
      </w:r>
      <w:proofErr w:type="spellStart"/>
      <w:r w:rsidRPr="000C6E3E">
        <w:rPr>
          <w:rFonts w:ascii="Arial" w:hAnsi="Arial" w:cs="Arial"/>
          <w:sz w:val="20"/>
          <w:szCs w:val="20"/>
        </w:rPr>
        <w:t>blandit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justo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non lacinia eros gravida vel. Maecenas </w:t>
      </w:r>
      <w:proofErr w:type="spellStart"/>
      <w:r w:rsidRPr="000C6E3E">
        <w:rPr>
          <w:rFonts w:ascii="Arial" w:hAnsi="Arial" w:cs="Arial"/>
          <w:sz w:val="20"/>
          <w:szCs w:val="20"/>
        </w:rPr>
        <w:t>ut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elementum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justo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C6E3E">
        <w:rPr>
          <w:rFonts w:ascii="Arial" w:hAnsi="Arial" w:cs="Arial"/>
          <w:sz w:val="20"/>
          <w:szCs w:val="20"/>
        </w:rPr>
        <w:t>sed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laoreet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enim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</w:p>
    <w:p w14:paraId="03DC4091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</w:p>
    <w:p w14:paraId="33A59F51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</w:p>
    <w:p w14:paraId="3D92A65F" w14:textId="77777777" w:rsidR="005D4EBA" w:rsidRDefault="005D4EBA" w:rsidP="000C6E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any questions, please contact me at +31 XXX XXXXXXX or via email at &lt;email address&gt;.</w:t>
      </w:r>
    </w:p>
    <w:p w14:paraId="73DDB972" w14:textId="7F699DA5" w:rsidR="000C6E3E" w:rsidRPr="000C6E3E" w:rsidRDefault="005D4EBA" w:rsidP="000C6E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more information, please visit</w:t>
      </w:r>
      <w:r w:rsidR="000C6E3E" w:rsidRPr="000C6E3E">
        <w:rPr>
          <w:rFonts w:ascii="Arial" w:hAnsi="Arial" w:cs="Arial"/>
          <w:sz w:val="20"/>
          <w:szCs w:val="20"/>
        </w:rPr>
        <w:t xml:space="preserve"> </w:t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www.ecraid.eu</w:t>
        </w:r>
      </w:hyperlink>
      <w:r w:rsidR="000C6E3E" w:rsidRPr="000C6E3E">
        <w:rPr>
          <w:rFonts w:ascii="Arial" w:hAnsi="Arial" w:cs="Arial"/>
          <w:sz w:val="20"/>
          <w:szCs w:val="20"/>
        </w:rPr>
        <w:t>.</w:t>
      </w:r>
    </w:p>
    <w:p w14:paraId="1C202E25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1997124B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53A57A59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0E537D87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34036BAD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02469834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6949B9E3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4C6D1FBE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1167AA8C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51066D43" w14:textId="77777777" w:rsid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Thank you. </w:t>
      </w:r>
    </w:p>
    <w:p w14:paraId="7E9A8A37" w14:textId="77777777" w:rsid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09B548E2" w14:textId="77777777" w:rsid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0AB9C4F8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13C620C8" w14:textId="1E331C56" w:rsidR="00457E15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Yours sincerely,</w:t>
      </w:r>
    </w:p>
    <w:p w14:paraId="29D2BFF2" w14:textId="151A834E" w:rsidR="00314F4A" w:rsidRDefault="00314F4A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352BF964" w14:textId="41D26DFB" w:rsidR="00314F4A" w:rsidRDefault="00314F4A" w:rsidP="000440D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&lt;insert signature&gt; </w:t>
      </w:r>
    </w:p>
    <w:p w14:paraId="1AD31783" w14:textId="77777777" w:rsidR="00314F4A" w:rsidRPr="000C6E3E" w:rsidRDefault="00314F4A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32E46575" w14:textId="398E2BCD" w:rsidR="00457E15" w:rsidRPr="000C6E3E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[</w:t>
      </w:r>
      <w:r w:rsidR="00314F4A">
        <w:rPr>
          <w:rFonts w:ascii="Arial" w:hAnsi="Arial" w:cs="Arial"/>
          <w:sz w:val="20"/>
          <w:szCs w:val="20"/>
        </w:rPr>
        <w:t xml:space="preserve">First name, last </w:t>
      </w:r>
      <w:r w:rsidRPr="000C6E3E">
        <w:rPr>
          <w:rFonts w:ascii="Arial" w:hAnsi="Arial" w:cs="Arial"/>
          <w:sz w:val="20"/>
          <w:szCs w:val="20"/>
        </w:rPr>
        <w:t>name]</w:t>
      </w:r>
    </w:p>
    <w:p w14:paraId="7F151A4F" w14:textId="77777777" w:rsidR="00457E15" w:rsidRPr="000C6E3E" w:rsidRDefault="00457E15" w:rsidP="00457E15">
      <w:pPr>
        <w:rPr>
          <w:rFonts w:ascii="Arial" w:hAnsi="Arial" w:cs="Arial"/>
          <w:sz w:val="20"/>
          <w:szCs w:val="20"/>
        </w:rPr>
      </w:pPr>
    </w:p>
    <w:p w14:paraId="679F3C9C" w14:textId="77777777" w:rsidR="002672A8" w:rsidRPr="000C6E3E" w:rsidRDefault="002672A8" w:rsidP="00457E15">
      <w:pPr>
        <w:rPr>
          <w:rFonts w:ascii="Arial" w:hAnsi="Arial" w:cs="Arial"/>
          <w:sz w:val="20"/>
          <w:szCs w:val="20"/>
        </w:rPr>
      </w:pPr>
    </w:p>
    <w:p w14:paraId="62E52CDF" w14:textId="77777777" w:rsidR="000440D3" w:rsidRPr="000C6E3E" w:rsidRDefault="000440D3" w:rsidP="00457E15">
      <w:pPr>
        <w:rPr>
          <w:rFonts w:ascii="Arial" w:hAnsi="Arial" w:cs="Arial"/>
          <w:sz w:val="20"/>
          <w:szCs w:val="20"/>
        </w:rPr>
      </w:pPr>
    </w:p>
    <w:p w14:paraId="5AB73847" w14:textId="5B5D698D" w:rsidR="00314F4A" w:rsidRPr="00314F4A" w:rsidRDefault="00314F4A" w:rsidP="00314F4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  <w:u w:color="000000"/>
        </w:rPr>
      </w:pPr>
      <w:r w:rsidRPr="00314F4A">
        <w:rPr>
          <w:rFonts w:ascii="Arial" w:hAnsi="Arial" w:cs="Arial"/>
          <w:color w:val="000000"/>
          <w:sz w:val="18"/>
          <w:szCs w:val="18"/>
          <w:u w:val="single" w:color="000000"/>
        </w:rPr>
        <w:t>Attachment(s):</w:t>
      </w:r>
    </w:p>
    <w:p w14:paraId="41F6F39A" w14:textId="77777777" w:rsidR="00314F4A" w:rsidRPr="00314F4A" w:rsidRDefault="00314F4A" w:rsidP="00314F4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  <w:u w:color="000000"/>
        </w:rPr>
      </w:pPr>
      <w:r w:rsidRPr="00314F4A">
        <w:rPr>
          <w:rFonts w:ascii="Arial" w:hAnsi="Arial" w:cs="Arial"/>
          <w:color w:val="000000"/>
          <w:sz w:val="18"/>
          <w:szCs w:val="18"/>
          <w:u w:color="000000"/>
        </w:rPr>
        <w:t>[File name]</w:t>
      </w:r>
    </w:p>
    <w:p w14:paraId="7F95FBC7" w14:textId="39EC45CB" w:rsidR="00723D97" w:rsidRPr="00314F4A" w:rsidRDefault="00314F4A" w:rsidP="00314F4A">
      <w:pPr>
        <w:rPr>
          <w:rFonts w:ascii="Beausite Classic Clear" w:hAnsi="Beausite Classic Clear"/>
          <w:sz w:val="18"/>
          <w:szCs w:val="18"/>
        </w:rPr>
      </w:pPr>
      <w:r w:rsidRPr="00314F4A">
        <w:rPr>
          <w:rFonts w:ascii="Arial" w:hAnsi="Arial" w:cs="Arial"/>
          <w:color w:val="000000"/>
          <w:sz w:val="18"/>
          <w:szCs w:val="18"/>
          <w:u w:color="000000"/>
        </w:rPr>
        <w:t>[File name]</w:t>
      </w:r>
    </w:p>
    <w:sectPr w:rsidR="00723D97" w:rsidRPr="00314F4A" w:rsidSect="00E3286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440" w:bottom="1440" w:left="1440" w:header="68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B4A5" w14:textId="77777777" w:rsidR="00703681" w:rsidRDefault="00703681" w:rsidP="007816AD">
      <w:r>
        <w:separator/>
      </w:r>
    </w:p>
  </w:endnote>
  <w:endnote w:type="continuationSeparator" w:id="0">
    <w:p w14:paraId="1AA63696" w14:textId="77777777" w:rsidR="00703681" w:rsidRDefault="00703681" w:rsidP="0078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Beausite Classic Clear">
    <w:panose1 w:val="020B0503030502060203"/>
    <w:charset w:val="00"/>
    <w:family w:val="swiss"/>
    <w:notTrueType/>
    <w:pitch w:val="variable"/>
    <w:sig w:usb0="00000207" w:usb1="00000001" w:usb2="00000000" w:usb3="00000000" w:csb0="000000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82765896"/>
      <w:docPartObj>
        <w:docPartGallery w:val="Page Numbers (Bottom of Page)"/>
        <w:docPartUnique/>
      </w:docPartObj>
    </w:sdtPr>
    <w:sdtContent>
      <w:p w14:paraId="22CEF7C2" w14:textId="77777777" w:rsidR="002672A8" w:rsidRDefault="002672A8" w:rsidP="0028777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0393D5" w14:textId="77777777" w:rsidR="002672A8" w:rsidRDefault="002672A8" w:rsidP="002672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90812943"/>
      <w:docPartObj>
        <w:docPartGallery w:val="Page Numbers (Bottom of Page)"/>
        <w:docPartUnique/>
      </w:docPartObj>
    </w:sdtPr>
    <w:sdtContent>
      <w:p w14:paraId="77252D0C" w14:textId="77777777" w:rsidR="002672A8" w:rsidRDefault="002672A8" w:rsidP="0028777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83E1334" w14:textId="77777777" w:rsidR="002672A8" w:rsidRPr="002672A8" w:rsidRDefault="002672A8" w:rsidP="002672A8">
    <w:pPr>
      <w:ind w:firstLine="851"/>
      <w:rPr>
        <w:rFonts w:ascii="Arial" w:hAnsi="Arial" w:cs="Arial"/>
        <w:color w:val="404040"/>
        <w:sz w:val="18"/>
        <w:szCs w:val="20"/>
        <w:shd w:val="clear" w:color="auto" w:fil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F7C6" w14:textId="77777777" w:rsidR="00703681" w:rsidRDefault="00703681" w:rsidP="007816AD">
      <w:r>
        <w:separator/>
      </w:r>
    </w:p>
  </w:footnote>
  <w:footnote w:type="continuationSeparator" w:id="0">
    <w:p w14:paraId="65500D5A" w14:textId="77777777" w:rsidR="00703681" w:rsidRDefault="00703681" w:rsidP="00781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25"/>
    </w:tblGrid>
    <w:tr w:rsidR="002672A8" w14:paraId="533FF541" w14:textId="77777777" w:rsidTr="00C13D74">
      <w:tc>
        <w:tcPr>
          <w:tcW w:w="7225" w:type="dxa"/>
        </w:tcPr>
        <w:p w14:paraId="676971CF" w14:textId="77777777" w:rsidR="002672A8" w:rsidRPr="004B46F9" w:rsidRDefault="002672A8" w:rsidP="002672A8">
          <w:pPr>
            <w:pStyle w:val="Header"/>
            <w:tabs>
              <w:tab w:val="clear" w:pos="4513"/>
              <w:tab w:val="clear" w:pos="9026"/>
              <w:tab w:val="left" w:pos="1469"/>
            </w:tabs>
          </w:pPr>
          <w:r>
            <w:rPr>
              <w:noProof/>
            </w:rPr>
            <w:drawing>
              <wp:inline distT="0" distB="0" distL="0" distR="0" wp14:anchorId="34EF3956" wp14:editId="58775C80">
                <wp:extent cx="1186774" cy="379867"/>
                <wp:effectExtent l="0" t="0" r="0" b="1270"/>
                <wp:docPr id="6" name="Graphic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phic 1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1543" t="14773" r="11575" b="28866"/>
                        <a:stretch/>
                      </pic:blipFill>
                      <pic:spPr bwMode="auto">
                        <a:xfrm>
                          <a:off x="0" y="0"/>
                          <a:ext cx="1329917" cy="4256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2672A8" w14:paraId="2D932347" w14:textId="77777777" w:rsidTr="00C13D74">
      <w:tc>
        <w:tcPr>
          <w:tcW w:w="7225" w:type="dxa"/>
        </w:tcPr>
        <w:p w14:paraId="57B09D65" w14:textId="77777777" w:rsidR="002672A8" w:rsidRDefault="002672A8" w:rsidP="002672A8">
          <w:pPr>
            <w:pStyle w:val="Header"/>
            <w:tabs>
              <w:tab w:val="clear" w:pos="4513"/>
              <w:tab w:val="clear" w:pos="9026"/>
              <w:tab w:val="left" w:pos="1469"/>
            </w:tabs>
            <w:rPr>
              <w:noProof/>
            </w:rPr>
          </w:pPr>
        </w:p>
      </w:tc>
    </w:tr>
  </w:tbl>
  <w:p w14:paraId="00BD30BD" w14:textId="77777777" w:rsidR="002672A8" w:rsidRDefault="002672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13"/>
      <w:gridCol w:w="1503"/>
    </w:tblGrid>
    <w:tr w:rsidR="005378B1" w:rsidRPr="000C6E3E" w14:paraId="3119515E" w14:textId="77777777" w:rsidTr="00723D97">
      <w:trPr>
        <w:trHeight w:val="426"/>
      </w:trPr>
      <w:tc>
        <w:tcPr>
          <w:tcW w:w="7513" w:type="dxa"/>
        </w:tcPr>
        <w:p w14:paraId="5D6DC377" w14:textId="77777777" w:rsidR="004B46F9" w:rsidRPr="000C6E3E" w:rsidRDefault="000C6E3E" w:rsidP="002672A8">
          <w:pPr>
            <w:pStyle w:val="Header"/>
            <w:tabs>
              <w:tab w:val="clear" w:pos="4513"/>
              <w:tab w:val="clear" w:pos="9026"/>
              <w:tab w:val="left" w:pos="1469"/>
            </w:tabs>
            <w:rPr>
              <w:rFonts w:ascii="Arial" w:hAnsi="Arial" w:cs="Arial"/>
            </w:rPr>
          </w:pPr>
          <w:r w:rsidRPr="000C6E3E">
            <w:rPr>
              <w:rFonts w:ascii="Arial" w:hAnsi="Arial" w:cs="Arial"/>
              <w:noProof/>
              <w:color w:val="FF6C60"/>
            </w:rPr>
            <w:drawing>
              <wp:anchor distT="0" distB="0" distL="114300" distR="114300" simplePos="0" relativeHeight="251661312" behindDoc="0" locked="0" layoutInCell="1" allowOverlap="1" wp14:anchorId="7624868B" wp14:editId="724A7FD9">
                <wp:simplePos x="0" y="0"/>
                <wp:positionH relativeFrom="margin">
                  <wp:posOffset>4544060</wp:posOffset>
                </wp:positionH>
                <wp:positionV relativeFrom="paragraph">
                  <wp:posOffset>494030</wp:posOffset>
                </wp:positionV>
                <wp:extent cx="147955" cy="134620"/>
                <wp:effectExtent l="0" t="0" r="4445" b="5080"/>
                <wp:wrapNone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112" b="21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C6E3E">
            <w:rPr>
              <w:rFonts w:ascii="Arial" w:hAnsi="Arial" w:cs="Arial"/>
              <w:noProof/>
              <w:color w:val="FF6C60"/>
            </w:rPr>
            <w:drawing>
              <wp:anchor distT="0" distB="0" distL="114300" distR="114300" simplePos="0" relativeHeight="251663360" behindDoc="0" locked="0" layoutInCell="1" allowOverlap="1" wp14:anchorId="2F17A3B1" wp14:editId="38EF7A85">
                <wp:simplePos x="0" y="0"/>
                <wp:positionH relativeFrom="margin">
                  <wp:posOffset>4571689</wp:posOffset>
                </wp:positionH>
                <wp:positionV relativeFrom="paragraph">
                  <wp:posOffset>704850</wp:posOffset>
                </wp:positionV>
                <wp:extent cx="129540" cy="132080"/>
                <wp:effectExtent l="0" t="0" r="0" b="0"/>
                <wp:wrapNone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0" r="381" b="-317"/>
                        <a:stretch/>
                      </pic:blipFill>
                      <pic:spPr bwMode="auto">
                        <a:xfrm>
                          <a:off x="0" y="0"/>
                          <a:ext cx="12954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35270" w:rsidRPr="000C6E3E">
            <w:rPr>
              <w:rFonts w:ascii="Arial" w:hAnsi="Arial" w:cs="Arial"/>
              <w:noProof/>
            </w:rPr>
            <w:drawing>
              <wp:anchor distT="0" distB="0" distL="114300" distR="114300" simplePos="0" relativeHeight="251658239" behindDoc="0" locked="0" layoutInCell="1" allowOverlap="1" wp14:anchorId="563C0327" wp14:editId="5751C9E8">
                <wp:simplePos x="0" y="0"/>
                <wp:positionH relativeFrom="page">
                  <wp:posOffset>-189831</wp:posOffset>
                </wp:positionH>
                <wp:positionV relativeFrom="page">
                  <wp:posOffset>-100965</wp:posOffset>
                </wp:positionV>
                <wp:extent cx="1540145" cy="675502"/>
                <wp:effectExtent l="0" t="0" r="0" b="0"/>
                <wp:wrapNone/>
                <wp:docPr id="2" name="Picture 2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0145" cy="675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78B1" w:rsidRPr="000C6E3E">
            <w:rPr>
              <w:rFonts w:ascii="Arial" w:hAnsi="Arial" w:cs="Arial"/>
              <w:noProof/>
              <w:color w:val="FF6C60"/>
            </w:rPr>
            <w:drawing>
              <wp:anchor distT="0" distB="0" distL="114300" distR="114300" simplePos="0" relativeHeight="251659264" behindDoc="0" locked="0" layoutInCell="1" allowOverlap="1" wp14:anchorId="77BBA1D8" wp14:editId="743CD021">
                <wp:simplePos x="0" y="0"/>
                <wp:positionH relativeFrom="margin">
                  <wp:posOffset>4556760</wp:posOffset>
                </wp:positionH>
                <wp:positionV relativeFrom="paragraph">
                  <wp:posOffset>5081</wp:posOffset>
                </wp:positionV>
                <wp:extent cx="111287" cy="162560"/>
                <wp:effectExtent l="0" t="0" r="3175" b="254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Picture 1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90" r="-1" b="-2490"/>
                        <a:stretch/>
                      </pic:blipFill>
                      <pic:spPr bwMode="auto">
                        <a:xfrm>
                          <a:off x="0" y="0"/>
                          <a:ext cx="112620" cy="164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03" w:type="dxa"/>
        </w:tcPr>
        <w:p w14:paraId="56F08984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276" w:lineRule="auto"/>
            <w:rPr>
              <w:rFonts w:ascii="Arial" w:hAnsi="Arial" w:cs="Arial"/>
              <w:sz w:val="18"/>
              <w:szCs w:val="18"/>
            </w:rPr>
          </w:pPr>
          <w:proofErr w:type="spellStart"/>
          <w:r w:rsidRPr="000C6E3E">
            <w:rPr>
              <w:rFonts w:ascii="Arial" w:hAnsi="Arial" w:cs="Arial"/>
              <w:sz w:val="18"/>
              <w:szCs w:val="18"/>
            </w:rPr>
            <w:t>Archimedeslaan</w:t>
          </w:r>
          <w:proofErr w:type="spellEnd"/>
          <w:r w:rsidRPr="000C6E3E">
            <w:rPr>
              <w:rFonts w:ascii="Arial" w:hAnsi="Arial" w:cs="Arial"/>
              <w:sz w:val="18"/>
              <w:szCs w:val="18"/>
            </w:rPr>
            <w:t xml:space="preserve"> 6</w:t>
          </w:r>
        </w:p>
        <w:p w14:paraId="64D86C43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0C6E3E">
            <w:rPr>
              <w:rFonts w:ascii="Arial" w:hAnsi="Arial" w:cs="Arial"/>
              <w:sz w:val="18"/>
              <w:szCs w:val="18"/>
            </w:rPr>
            <w:t>3584 BA Utrecht</w:t>
          </w:r>
        </w:p>
        <w:p w14:paraId="5DBE21FA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360" w:lineRule="auto"/>
            <w:rPr>
              <w:rFonts w:ascii="Arial" w:hAnsi="Arial" w:cs="Arial"/>
              <w:sz w:val="18"/>
              <w:szCs w:val="18"/>
            </w:rPr>
          </w:pPr>
          <w:r w:rsidRPr="000C6E3E">
            <w:rPr>
              <w:rFonts w:ascii="Arial" w:hAnsi="Arial" w:cs="Arial"/>
              <w:sz w:val="18"/>
              <w:szCs w:val="18"/>
            </w:rPr>
            <w:t>Netherlands</w:t>
          </w:r>
        </w:p>
        <w:p w14:paraId="622A5347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360" w:lineRule="auto"/>
            <w:rPr>
              <w:rFonts w:ascii="Arial" w:hAnsi="Arial" w:cs="Arial"/>
              <w:sz w:val="18"/>
              <w:szCs w:val="18"/>
            </w:rPr>
          </w:pPr>
          <w:r w:rsidRPr="000C6E3E">
            <w:rPr>
              <w:rFonts w:ascii="Arial" w:hAnsi="Arial" w:cs="Arial"/>
              <w:sz w:val="18"/>
              <w:szCs w:val="18"/>
            </w:rPr>
            <w:t>+XX XXXXXXXXX</w:t>
          </w:r>
        </w:p>
        <w:p w14:paraId="0CC9B45F" w14:textId="77777777" w:rsidR="00371D47" w:rsidRPr="000C6E3E" w:rsidRDefault="000C6E3E" w:rsidP="004B46F9">
          <w:pPr>
            <w:pStyle w:val="Header"/>
            <w:tabs>
              <w:tab w:val="clear" w:pos="4513"/>
              <w:tab w:val="clear" w:pos="9026"/>
              <w:tab w:val="left" w:pos="1469"/>
            </w:tabs>
            <w:rPr>
              <w:rFonts w:ascii="Arial" w:hAnsi="Arial" w:cs="Arial"/>
            </w:rPr>
          </w:pPr>
          <w:r w:rsidRPr="000C6E3E">
            <w:rPr>
              <w:rFonts w:ascii="Arial" w:hAnsi="Arial" w:cs="Arial"/>
              <w:sz w:val="18"/>
              <w:szCs w:val="18"/>
              <w:lang w:val="nl-NL"/>
            </w:rPr>
            <w:t>www.</w:t>
          </w:r>
          <w:r w:rsidR="004B46F9" w:rsidRPr="000C6E3E">
            <w:rPr>
              <w:rFonts w:ascii="Arial" w:hAnsi="Arial" w:cs="Arial"/>
              <w:sz w:val="18"/>
              <w:szCs w:val="18"/>
            </w:rPr>
            <w:t>ecraid.eu</w:t>
          </w:r>
        </w:p>
      </w:tc>
    </w:tr>
  </w:tbl>
  <w:p w14:paraId="3353471C" w14:textId="77777777" w:rsidR="007816AD" w:rsidRPr="000C6E3E" w:rsidRDefault="007816AD" w:rsidP="007816AD">
    <w:pPr>
      <w:pStyle w:val="Header"/>
      <w:tabs>
        <w:tab w:val="clear" w:pos="4513"/>
        <w:tab w:val="clear" w:pos="9026"/>
        <w:tab w:val="left" w:pos="1469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B1"/>
    <w:rsid w:val="000440D3"/>
    <w:rsid w:val="000C6E3E"/>
    <w:rsid w:val="001C0273"/>
    <w:rsid w:val="002672A8"/>
    <w:rsid w:val="00302F4B"/>
    <w:rsid w:val="00314F4A"/>
    <w:rsid w:val="00364B0C"/>
    <w:rsid w:val="00371D47"/>
    <w:rsid w:val="00457E15"/>
    <w:rsid w:val="00467082"/>
    <w:rsid w:val="004B46F9"/>
    <w:rsid w:val="005064B1"/>
    <w:rsid w:val="005378B1"/>
    <w:rsid w:val="005D4EBA"/>
    <w:rsid w:val="00611E17"/>
    <w:rsid w:val="006E56BF"/>
    <w:rsid w:val="00703681"/>
    <w:rsid w:val="00723D97"/>
    <w:rsid w:val="00741ADB"/>
    <w:rsid w:val="007816AD"/>
    <w:rsid w:val="007D21FC"/>
    <w:rsid w:val="007D57F4"/>
    <w:rsid w:val="00863147"/>
    <w:rsid w:val="009973C7"/>
    <w:rsid w:val="00A35270"/>
    <w:rsid w:val="00A7651F"/>
    <w:rsid w:val="00B640FB"/>
    <w:rsid w:val="00B96D02"/>
    <w:rsid w:val="00BC2348"/>
    <w:rsid w:val="00C90E0F"/>
    <w:rsid w:val="00CC5CF4"/>
    <w:rsid w:val="00D92CAB"/>
    <w:rsid w:val="00E32862"/>
    <w:rsid w:val="00EC7F85"/>
    <w:rsid w:val="00F4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2C62FB4"/>
  <w15:chartTrackingRefBased/>
  <w15:docId w15:val="{C5E6EDA8-6C05-B545-B806-DCD1D1AE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6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6AD"/>
  </w:style>
  <w:style w:type="paragraph" w:styleId="Footer">
    <w:name w:val="footer"/>
    <w:basedOn w:val="Normal"/>
    <w:link w:val="FooterChar"/>
    <w:uiPriority w:val="99"/>
    <w:unhideWhenUsed/>
    <w:rsid w:val="007816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6AD"/>
  </w:style>
  <w:style w:type="character" w:styleId="Hyperlink">
    <w:name w:val="Hyperlink"/>
    <w:basedOn w:val="DefaultParagraphFont"/>
    <w:uiPriority w:val="99"/>
    <w:unhideWhenUsed/>
    <w:rsid w:val="007816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6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816A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thread-message-content-body-signature">
    <w:name w:val="thread-message-content-body-signature"/>
    <w:basedOn w:val="DefaultParagraphFont"/>
    <w:rsid w:val="007816AD"/>
  </w:style>
  <w:style w:type="table" w:styleId="TableGrid">
    <w:name w:val="Table Grid"/>
    <w:basedOn w:val="TableNormal"/>
    <w:uiPriority w:val="39"/>
    <w:rsid w:val="00997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672A8"/>
  </w:style>
  <w:style w:type="character" w:styleId="Strong">
    <w:name w:val="Strong"/>
    <w:basedOn w:val="DefaultParagraphFont"/>
    <w:uiPriority w:val="22"/>
    <w:qFormat/>
    <w:rsid w:val="000C6E3E"/>
    <w:rPr>
      <w:rFonts w:ascii="Arial" w:hAnsi="Arial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0C6E3E"/>
    <w:pPr>
      <w:spacing w:after="200" w:line="288" w:lineRule="auto"/>
      <w:ind w:left="720"/>
      <w:contextualSpacing/>
    </w:pPr>
    <w:rPr>
      <w:rFonts w:ascii="Arial" w:eastAsiaTheme="minorEastAsia" w:hAnsi="Arial" w:cs="Times New Roman (Body CS)"/>
      <w:sz w:val="20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6E3E"/>
    <w:rPr>
      <w:rFonts w:ascii="Arial" w:eastAsiaTheme="minorEastAsia" w:hAnsi="Arial" w:cs="Times New Roman (Body CS)"/>
      <w:sz w:val="20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23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3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34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3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34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craid.e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ar/folders/bn/b19f11rs1yn_bqg9ghz993z00000gq/T/com.microsoft.Outlook/Outlook%20Temp/Ecraid%20letterhead_v1.1.%20updated%20Feb%202023%5b64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A24D14-235D-8148-89A9-64DC87CA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Ecraid letterhead_v1.1. updated Feb 2023[64].dotx</Template>
  <TotalTime>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Choo, K.L. (Karen)</cp:lastModifiedBy>
  <cp:revision>2</cp:revision>
  <dcterms:created xsi:type="dcterms:W3CDTF">2023-02-15T09:15:00Z</dcterms:created>
  <dcterms:modified xsi:type="dcterms:W3CDTF">2023-02-16T10:20:00Z</dcterms:modified>
</cp:coreProperties>
</file>